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A32A42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720CD1">
        <w:tc>
          <w:tcPr>
            <w:tcW w:w="10326" w:type="dxa"/>
          </w:tcPr>
          <w:p w:rsidR="00190FF9" w:rsidRPr="00720CD1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720CD1" w:rsidRPr="00720CD1" w:rsidRDefault="00190FF9" w:rsidP="00720CD1">
            <w:pPr>
              <w:rPr>
                <w:rFonts w:ascii="Times New Roman" w:hAnsi="Times New Roman"/>
                <w:sz w:val="28"/>
                <w:szCs w:val="28"/>
              </w:rPr>
            </w:pPr>
            <w:r w:rsidRPr="00720CD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20CD1" w:rsidRPr="00720CD1">
              <w:rPr>
                <w:rFonts w:ascii="Times New Roman" w:hAnsi="Times New Roman"/>
                <w:sz w:val="28"/>
                <w:szCs w:val="28"/>
              </w:rPr>
              <w:t>№ 1</w:t>
            </w:r>
          </w:p>
          <w:p w:rsidR="00720CD1" w:rsidRPr="00720CD1" w:rsidRDefault="00720CD1" w:rsidP="00720CD1">
            <w:pPr>
              <w:rPr>
                <w:rFonts w:ascii="Times New Roman" w:hAnsi="Times New Roman"/>
                <w:sz w:val="28"/>
                <w:szCs w:val="28"/>
              </w:rPr>
            </w:pPr>
            <w:r w:rsidRPr="00720CD1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190FF9" w:rsidRPr="00720CD1" w:rsidRDefault="00720CD1" w:rsidP="00720CD1">
            <w:pPr>
              <w:rPr>
                <w:rFonts w:ascii="Times New Roman" w:hAnsi="Times New Roman"/>
                <w:sz w:val="28"/>
                <w:szCs w:val="28"/>
              </w:rPr>
            </w:pPr>
            <w:r w:rsidRPr="00720CD1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  <w:p w:rsidR="00720CD1" w:rsidRPr="00720CD1" w:rsidRDefault="00A32A42" w:rsidP="00720CD1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от 29.10.2019 № 339</w:t>
            </w:r>
          </w:p>
        </w:tc>
      </w:tr>
      <w:tr w:rsidR="00720CD1" w:rsidRPr="00720CD1" w:rsidTr="00870B9C">
        <w:tc>
          <w:tcPr>
            <w:tcW w:w="10326" w:type="dxa"/>
          </w:tcPr>
          <w:p w:rsidR="00720CD1" w:rsidRPr="00720CD1" w:rsidRDefault="00720CD1" w:rsidP="00870B9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720CD1" w:rsidRPr="00720CD1" w:rsidRDefault="00720CD1" w:rsidP="00870B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D1" w:rsidRPr="00720CD1" w:rsidTr="00870B9C">
        <w:tc>
          <w:tcPr>
            <w:tcW w:w="10326" w:type="dxa"/>
          </w:tcPr>
          <w:p w:rsidR="00720CD1" w:rsidRPr="00720CD1" w:rsidRDefault="00720CD1" w:rsidP="00870B9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720CD1" w:rsidRPr="00720CD1" w:rsidRDefault="00720CD1" w:rsidP="00870B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20CD1" w:rsidRPr="00720CD1" w:rsidRDefault="00720CD1" w:rsidP="00720CD1">
      <w:pPr>
        <w:spacing w:line="192" w:lineRule="auto"/>
        <w:jc w:val="center"/>
        <w:rPr>
          <w:rFonts w:ascii="Times New Roman" w:hAnsi="Times New Roman"/>
        </w:rPr>
      </w:pPr>
    </w:p>
    <w:p w:rsidR="00720CD1" w:rsidRPr="00720CD1" w:rsidRDefault="00720CD1" w:rsidP="00720CD1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720CD1">
        <w:rPr>
          <w:rFonts w:ascii="Times New Roman" w:hAnsi="Times New Roman"/>
          <w:sz w:val="28"/>
          <w:szCs w:val="28"/>
        </w:rPr>
        <w:t xml:space="preserve">«5. Система программных мероприятий </w:t>
      </w:r>
    </w:p>
    <w:p w:rsidR="00286ECA" w:rsidRPr="00C71E67" w:rsidRDefault="00286ECA" w:rsidP="00190FF9">
      <w:pPr>
        <w:spacing w:line="192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9"/>
        <w:tblW w:w="1442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264"/>
        <w:gridCol w:w="1430"/>
        <w:gridCol w:w="1477"/>
        <w:gridCol w:w="1225"/>
        <w:gridCol w:w="851"/>
        <w:gridCol w:w="567"/>
        <w:gridCol w:w="610"/>
        <w:gridCol w:w="566"/>
        <w:gridCol w:w="566"/>
        <w:gridCol w:w="566"/>
        <w:gridCol w:w="566"/>
        <w:gridCol w:w="566"/>
        <w:gridCol w:w="503"/>
        <w:gridCol w:w="2151"/>
      </w:tblGrid>
      <w:tr w:rsidR="00720CD1" w:rsidRPr="00720CD1" w:rsidTr="00870B9C">
        <w:trPr>
          <w:trHeight w:val="82"/>
        </w:trPr>
        <w:tc>
          <w:tcPr>
            <w:tcW w:w="516" w:type="dxa"/>
            <w:vMerge w:val="restart"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</w:p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2264" w:type="dxa"/>
            <w:vMerge w:val="restart"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430" w:type="dxa"/>
            <w:vMerge w:val="restart"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z w:val="22"/>
                <w:szCs w:val="22"/>
              </w:rPr>
              <w:t>Главные  распоряди-тели</w:t>
            </w:r>
          </w:p>
        </w:tc>
        <w:tc>
          <w:tcPr>
            <w:tcW w:w="1477" w:type="dxa"/>
            <w:vMerge w:val="restart"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z w:val="22"/>
                <w:szCs w:val="22"/>
              </w:rPr>
              <w:t>Исполни-тели</w:t>
            </w:r>
          </w:p>
        </w:tc>
        <w:tc>
          <w:tcPr>
            <w:tcW w:w="1225" w:type="dxa"/>
            <w:vMerge w:val="restart"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z w:val="22"/>
                <w:szCs w:val="22"/>
              </w:rPr>
              <w:t>Источник финанси-рования</w:t>
            </w:r>
          </w:p>
        </w:tc>
        <w:tc>
          <w:tcPr>
            <w:tcW w:w="5361" w:type="dxa"/>
            <w:gridSpan w:val="9"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Объемы финансирования, тыс. рублей</w:t>
            </w:r>
          </w:p>
        </w:tc>
        <w:tc>
          <w:tcPr>
            <w:tcW w:w="2151" w:type="dxa"/>
            <w:vMerge w:val="restart"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720CD1" w:rsidRPr="00720CD1" w:rsidTr="00870B9C">
        <w:trPr>
          <w:trHeight w:val="82"/>
        </w:trPr>
        <w:tc>
          <w:tcPr>
            <w:tcW w:w="516" w:type="dxa"/>
            <w:vMerge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4" w:type="dxa"/>
            <w:vMerge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5" w:type="dxa"/>
            <w:vMerge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510" w:type="dxa"/>
            <w:gridSpan w:val="8"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в том числе по годам</w:t>
            </w:r>
          </w:p>
        </w:tc>
        <w:tc>
          <w:tcPr>
            <w:tcW w:w="2151" w:type="dxa"/>
            <w:vMerge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0CD1" w:rsidRPr="00720CD1" w:rsidTr="00870B9C">
        <w:trPr>
          <w:cantSplit/>
          <w:trHeight w:val="669"/>
        </w:trPr>
        <w:tc>
          <w:tcPr>
            <w:tcW w:w="516" w:type="dxa"/>
            <w:vMerge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4" w:type="dxa"/>
            <w:vMerge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5" w:type="dxa"/>
            <w:vMerge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870B9C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870B9C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2151" w:type="dxa"/>
            <w:vMerge/>
          </w:tcPr>
          <w:p w:rsidR="00720CD1" w:rsidRPr="00720CD1" w:rsidRDefault="00720CD1" w:rsidP="00870B9C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20CD1" w:rsidRPr="00720CD1" w:rsidRDefault="00720CD1" w:rsidP="00720CD1">
      <w:pPr>
        <w:spacing w:line="192" w:lineRule="auto"/>
        <w:rPr>
          <w:rFonts w:ascii="Times New Roman" w:hAnsi="Times New Roman"/>
          <w:sz w:val="2"/>
          <w:szCs w:val="2"/>
        </w:rPr>
      </w:pPr>
    </w:p>
    <w:tbl>
      <w:tblPr>
        <w:tblStyle w:val="a9"/>
        <w:tblW w:w="14424" w:type="dxa"/>
        <w:tblLayout w:type="fixed"/>
        <w:tblLook w:val="04A0" w:firstRow="1" w:lastRow="0" w:firstColumn="1" w:lastColumn="0" w:noHBand="0" w:noVBand="1"/>
      </w:tblPr>
      <w:tblGrid>
        <w:gridCol w:w="516"/>
        <w:gridCol w:w="2264"/>
        <w:gridCol w:w="1430"/>
        <w:gridCol w:w="1477"/>
        <w:gridCol w:w="1225"/>
        <w:gridCol w:w="851"/>
        <w:gridCol w:w="567"/>
        <w:gridCol w:w="610"/>
        <w:gridCol w:w="566"/>
        <w:gridCol w:w="566"/>
        <w:gridCol w:w="566"/>
        <w:gridCol w:w="566"/>
        <w:gridCol w:w="566"/>
        <w:gridCol w:w="503"/>
        <w:gridCol w:w="2151"/>
      </w:tblGrid>
      <w:tr w:rsidR="00720CD1" w:rsidRPr="00720CD1" w:rsidTr="00870B9C">
        <w:trPr>
          <w:trHeight w:val="82"/>
          <w:tblHeader/>
        </w:trPr>
        <w:tc>
          <w:tcPr>
            <w:tcW w:w="51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2264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1430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1477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1225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610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56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56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56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56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56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503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14</w:t>
            </w:r>
          </w:p>
        </w:tc>
        <w:tc>
          <w:tcPr>
            <w:tcW w:w="2151" w:type="dxa"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15</w:t>
            </w:r>
          </w:p>
        </w:tc>
      </w:tr>
      <w:tr w:rsidR="00720CD1" w:rsidRPr="00720CD1" w:rsidTr="00870B9C">
        <w:trPr>
          <w:cantSplit/>
          <w:trHeight w:val="479"/>
        </w:trPr>
        <w:tc>
          <w:tcPr>
            <w:tcW w:w="51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64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Задача 1.  Привлечение государственных институтов, общественных организаций и граждан к решению проблем борьбы с преступностью, формированию законопослушного поведения граждан, </w:t>
            </w:r>
          </w:p>
          <w:p w:rsidR="00720CD1" w:rsidRPr="00720CD1" w:rsidRDefault="00720CD1" w:rsidP="00C71E67">
            <w:pPr>
              <w:spacing w:line="21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430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77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25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39021,7</w:t>
            </w: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5150,00</w:t>
            </w: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5169,70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4725,00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4725,00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4813,00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4813,00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4813,00</w:t>
            </w: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4813,00</w:t>
            </w:r>
          </w:p>
        </w:tc>
        <w:tc>
          <w:tcPr>
            <w:tcW w:w="2151" w:type="dxa"/>
            <w:vMerge w:val="restart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ежегодное обеспечение выплат 100% граждан, добровольно сдавших незаконно хранившиеся оружие и боеприпасы; сохранение численности народных дружинников на территории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Рязанской области на уровне 2415 человек;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не менее 5 конкурсов на звание лучшего народного дружинника;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премирование не менее 100 народных дружинников, активно участвующих в охране общественного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порядка;</w:t>
            </w:r>
          </w:p>
        </w:tc>
      </w:tr>
      <w:tr w:rsidR="00720CD1" w:rsidRPr="00720CD1" w:rsidTr="00870B9C">
        <w:trPr>
          <w:cantSplit/>
          <w:trHeight w:val="479"/>
        </w:trPr>
        <w:tc>
          <w:tcPr>
            <w:tcW w:w="51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1.1</w:t>
            </w:r>
          </w:p>
        </w:tc>
        <w:tc>
          <w:tcPr>
            <w:tcW w:w="2264" w:type="dxa"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Материальное стимулирование (поощрение) граждан, оказывающих на добровольной основе содействие правоохранительным органам в охране общественного порядка и борьбе с преступностью</w:t>
            </w:r>
          </w:p>
        </w:tc>
        <w:tc>
          <w:tcPr>
            <w:tcW w:w="1430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МРБК Рязанской области, с 01.01.2018 -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477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01.01.2018 -  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225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областной 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2000,00</w:t>
            </w: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200,00</w:t>
            </w: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600,00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200,00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200,00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200,00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200,00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200,00</w:t>
            </w: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200,00</w:t>
            </w:r>
          </w:p>
        </w:tc>
        <w:tc>
          <w:tcPr>
            <w:tcW w:w="2151" w:type="dxa"/>
            <w:vMerge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0CD1" w:rsidRPr="00720CD1" w:rsidTr="00870B9C">
        <w:trPr>
          <w:cantSplit/>
          <w:trHeight w:val="3391"/>
        </w:trPr>
        <w:tc>
          <w:tcPr>
            <w:tcW w:w="51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1.2</w:t>
            </w:r>
          </w:p>
        </w:tc>
        <w:tc>
          <w:tcPr>
            <w:tcW w:w="2264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Предоставление субсидий бюджетам муниципальных образований на реализацию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</w:t>
            </w:r>
          </w:p>
        </w:tc>
        <w:tc>
          <w:tcPr>
            <w:tcW w:w="1430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МРБК Рязанской области, с 01.01.2018 -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477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01.01.2018 - 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225" w:type="dxa"/>
            <w:tcBorders>
              <w:bottom w:val="single" w:sz="4" w:space="0" w:color="auto"/>
            </w:tcBorders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областной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бюджет</w:t>
            </w: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34675,00</w:t>
            </w: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4750,00</w:t>
            </w: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4275,00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4275,00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4275,00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4275,00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4275,00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4275,00</w:t>
            </w: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4275,00</w:t>
            </w:r>
          </w:p>
        </w:tc>
        <w:tc>
          <w:tcPr>
            <w:tcW w:w="2151" w:type="dxa"/>
            <w:vMerge w:val="restart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100% обеспечение предоставления единовременной выплаты членам семей погибших народных дружинников в случае гибели народных дружинников в период участия в проводимых органами внутренних дел (полицией) или иными правоохраните-льными органами мероприятиях по охране общественного порядка либо смерти, наступившей  вследствие увечья (ранения, травмы, контузии) или заболевания, полученных ими при исполнении обязанностей в период участия в этих мероприятиях; увеличение доли населения, информированного о способах предупреждения, защиты и порядке действий при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совершении в отношении них правонарушений, </w:t>
            </w:r>
          </w:p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до 7,0%</w:t>
            </w:r>
          </w:p>
        </w:tc>
      </w:tr>
      <w:tr w:rsidR="00720CD1" w:rsidRPr="00720CD1" w:rsidTr="00870B9C">
        <w:trPr>
          <w:cantSplit/>
          <w:trHeight w:val="1809"/>
        </w:trPr>
        <w:tc>
          <w:tcPr>
            <w:tcW w:w="51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1.3</w:t>
            </w:r>
          </w:p>
        </w:tc>
        <w:tc>
          <w:tcPr>
            <w:tcW w:w="2264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Материальное стимулирование деятельности народных дружинников, активно участвующих в охране общественного порядка</w:t>
            </w:r>
          </w:p>
        </w:tc>
        <w:tc>
          <w:tcPr>
            <w:tcW w:w="1430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МРБК Рязанской области, с 01.01.2018 - ГУ ВФТОРО</w:t>
            </w:r>
          </w:p>
        </w:tc>
        <w:tc>
          <w:tcPr>
            <w:tcW w:w="1477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МРБК Рязанской области, с 01.01.2018 - ГУ ВФТОРО</w:t>
            </w:r>
          </w:p>
        </w:tc>
        <w:tc>
          <w:tcPr>
            <w:tcW w:w="1225" w:type="dxa"/>
            <w:tcBorders>
              <w:bottom w:val="single" w:sz="4" w:space="0" w:color="auto"/>
            </w:tcBorders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областной 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бюджет</w:t>
            </w: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1200,00</w:t>
            </w: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150,00</w:t>
            </w: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150,00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150,00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150,00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150,00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150,00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720CD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150,00</w:t>
            </w: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150,00</w:t>
            </w:r>
          </w:p>
        </w:tc>
        <w:tc>
          <w:tcPr>
            <w:tcW w:w="2151" w:type="dxa"/>
            <w:vMerge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0CD1" w:rsidRPr="00720CD1" w:rsidTr="00870B9C">
        <w:trPr>
          <w:cantSplit/>
          <w:trHeight w:val="1942"/>
        </w:trPr>
        <w:tc>
          <w:tcPr>
            <w:tcW w:w="516" w:type="dxa"/>
            <w:vMerge w:val="restart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1.4</w:t>
            </w:r>
          </w:p>
        </w:tc>
        <w:tc>
          <w:tcPr>
            <w:tcW w:w="2264" w:type="dxa"/>
            <w:vMerge w:val="restart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Предоставление единовременной выплаты членам семей народных дружинников в случае гибели народных дружинников в период участия в проводимых органами внутренних дел (полицией) или иными правоохранительными органами мероприятиях по охране общественного порядка либо смерти, наступившей вследствие увечья (ранения, травмы, контузии) или заболевания, полученных ими при исполнении обязанностей в период участия в этих мероприятиях</w:t>
            </w:r>
          </w:p>
        </w:tc>
        <w:tc>
          <w:tcPr>
            <w:tcW w:w="1430" w:type="dxa"/>
            <w:vMerge w:val="restart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Минсоц-защиты Рязанской области</w:t>
            </w:r>
            <w:hyperlink w:anchor="P1079" w:history="1">
              <w:r w:rsidRPr="00720CD1">
                <w:rPr>
                  <w:rFonts w:ascii="Times New Roman" w:hAnsi="Times New Roman"/>
                  <w:spacing w:val="-2"/>
                  <w:sz w:val="22"/>
                  <w:szCs w:val="22"/>
                </w:rPr>
                <w:t>*</w:t>
              </w:r>
            </w:hyperlink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, министерство труда и социальной защиты населения Рязанской области</w:t>
            </w:r>
          </w:p>
        </w:tc>
        <w:tc>
          <w:tcPr>
            <w:tcW w:w="1477" w:type="dxa"/>
            <w:vMerge w:val="restart"/>
            <w:tcBorders>
              <w:right w:val="single" w:sz="4" w:space="0" w:color="auto"/>
            </w:tcBorders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Минсоц-защиты Рязанской области</w:t>
            </w:r>
            <w:hyperlink w:anchor="P1079" w:history="1">
              <w:r w:rsidRPr="00720CD1">
                <w:rPr>
                  <w:rFonts w:ascii="Times New Roman" w:hAnsi="Times New Roman"/>
                  <w:spacing w:val="-2"/>
                  <w:sz w:val="22"/>
                  <w:szCs w:val="22"/>
                </w:rPr>
                <w:t>*</w:t>
              </w:r>
            </w:hyperlink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, министерство труда и социальной защиты населения Рязанской области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областной 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бюджет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700,00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610" w:type="dxa"/>
            <w:vMerge w:val="restart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100,00</w:t>
            </w:r>
          </w:p>
        </w:tc>
        <w:tc>
          <w:tcPr>
            <w:tcW w:w="566" w:type="dxa"/>
            <w:vMerge w:val="restart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100,00</w:t>
            </w:r>
          </w:p>
        </w:tc>
        <w:tc>
          <w:tcPr>
            <w:tcW w:w="566" w:type="dxa"/>
            <w:vMerge w:val="restart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100,00</w:t>
            </w:r>
          </w:p>
        </w:tc>
        <w:tc>
          <w:tcPr>
            <w:tcW w:w="566" w:type="dxa"/>
            <w:vMerge w:val="restart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100,00</w:t>
            </w:r>
          </w:p>
        </w:tc>
        <w:tc>
          <w:tcPr>
            <w:tcW w:w="566" w:type="dxa"/>
            <w:vMerge w:val="restart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100,00</w:t>
            </w:r>
          </w:p>
        </w:tc>
        <w:tc>
          <w:tcPr>
            <w:tcW w:w="566" w:type="dxa"/>
            <w:vMerge w:val="restart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720CD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503" w:type="dxa"/>
            <w:vMerge w:val="restart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100,00</w:t>
            </w:r>
          </w:p>
        </w:tc>
        <w:tc>
          <w:tcPr>
            <w:tcW w:w="2151" w:type="dxa"/>
            <w:vMerge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0CD1" w:rsidRPr="00720CD1" w:rsidTr="00870B9C">
        <w:trPr>
          <w:trHeight w:val="108"/>
        </w:trPr>
        <w:tc>
          <w:tcPr>
            <w:tcW w:w="516" w:type="dxa"/>
            <w:vMerge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64" w:type="dxa"/>
            <w:vMerge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nil"/>
            </w:tcBorders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6" w:type="dxa"/>
            <w:vMerge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6" w:type="dxa"/>
            <w:vMerge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6" w:type="dxa"/>
            <w:vMerge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6" w:type="dxa"/>
            <w:vMerge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6" w:type="dxa"/>
            <w:vMerge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03" w:type="dxa"/>
            <w:vMerge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51" w:type="dxa"/>
            <w:vMerge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0CD1" w:rsidRPr="00720CD1" w:rsidTr="00870B9C">
        <w:trPr>
          <w:cantSplit/>
          <w:trHeight w:val="3108"/>
        </w:trPr>
        <w:tc>
          <w:tcPr>
            <w:tcW w:w="51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1.5</w:t>
            </w:r>
          </w:p>
        </w:tc>
        <w:tc>
          <w:tcPr>
            <w:tcW w:w="2264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Разработка, распространение среди населения памяток (листовок) о предупреждении и порядке действия при совершении в отношении них правонарушений, а также о возможностях и порядке осуществления государственной защиты лиц, оказавших содействие в раскрытии и расследовании преступлений</w:t>
            </w:r>
          </w:p>
        </w:tc>
        <w:tc>
          <w:tcPr>
            <w:tcW w:w="1430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Минпечати Рязанской области</w:t>
            </w:r>
            <w:hyperlink w:anchor="P1080" w:history="1">
              <w:r w:rsidRPr="00720CD1">
                <w:rPr>
                  <w:rFonts w:ascii="Times New Roman" w:hAnsi="Times New Roman"/>
                  <w:spacing w:val="-2"/>
                  <w:sz w:val="22"/>
                  <w:szCs w:val="22"/>
                </w:rPr>
                <w:t>**</w:t>
              </w:r>
            </w:hyperlink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,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территорий и информаци-онной политике Рязанской области</w:t>
            </w:r>
          </w:p>
        </w:tc>
        <w:tc>
          <w:tcPr>
            <w:tcW w:w="1477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Минпечати Рязанской области</w:t>
            </w:r>
            <w:hyperlink w:anchor="P1080" w:history="1">
              <w:r w:rsidRPr="00720CD1">
                <w:rPr>
                  <w:rFonts w:ascii="Times New Roman" w:hAnsi="Times New Roman"/>
                  <w:spacing w:val="-2"/>
                  <w:sz w:val="22"/>
                  <w:szCs w:val="22"/>
                </w:rPr>
                <w:t>**</w:t>
              </w:r>
            </w:hyperlink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,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территорий и информаци-онной политике Рязанской области</w:t>
            </w:r>
          </w:p>
        </w:tc>
        <w:tc>
          <w:tcPr>
            <w:tcW w:w="1225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областной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446,7</w:t>
            </w: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50,00</w:t>
            </w: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44,7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88,0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88,0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720CD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88,0</w:t>
            </w:r>
          </w:p>
        </w:tc>
        <w:tc>
          <w:tcPr>
            <w:tcW w:w="2151" w:type="dxa"/>
            <w:vMerge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0CD1" w:rsidRPr="00720CD1" w:rsidTr="00870B9C">
        <w:trPr>
          <w:cantSplit/>
          <w:trHeight w:val="1417"/>
        </w:trPr>
        <w:tc>
          <w:tcPr>
            <w:tcW w:w="51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64" w:type="dxa"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Задача 2. Профилактика экстремистских и террористических проявлений, в том числе:</w:t>
            </w:r>
          </w:p>
        </w:tc>
        <w:tc>
          <w:tcPr>
            <w:tcW w:w="1430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77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25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22411,28892</w:t>
            </w: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1500,00</w:t>
            </w: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8000,521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11522,76792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220,00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292,00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292,00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292,00</w:t>
            </w: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292,00</w:t>
            </w:r>
          </w:p>
        </w:tc>
        <w:tc>
          <w:tcPr>
            <w:tcW w:w="2151" w:type="dxa"/>
            <w:vMerge w:val="restart"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обеспечение размещения информационно- пропагандистских материалов по вопросам</w:t>
            </w:r>
          </w:p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противодействия экстремистским и террористическим проявлениям, проблемам преступности не менее 3250 единиц;</w:t>
            </w:r>
          </w:p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содействие созданию благоприятной и максимально безопасной для населения обстановки в учреждениях, на улицах и в других общественных</w:t>
            </w:r>
          </w:p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местах, а также при проведении культурно-массовых мероприятий;</w:t>
            </w:r>
          </w:p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повышение уровня</w:t>
            </w:r>
          </w:p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материально- технического  </w:t>
            </w:r>
          </w:p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обеспечения </w:t>
            </w:r>
          </w:p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деятельности </w:t>
            </w:r>
          </w:p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антитеррористи-ческой комиссии Рязанской области, ее рабочих органов   в сфере профилактики терроризма, минимизации и ликвидации последствий его проявления до 89%</w:t>
            </w:r>
          </w:p>
        </w:tc>
      </w:tr>
      <w:tr w:rsidR="00720CD1" w:rsidRPr="00720CD1" w:rsidTr="00870B9C">
        <w:trPr>
          <w:cantSplit/>
          <w:trHeight w:val="1417"/>
        </w:trPr>
        <w:tc>
          <w:tcPr>
            <w:tcW w:w="51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2.1</w:t>
            </w:r>
          </w:p>
        </w:tc>
        <w:tc>
          <w:tcPr>
            <w:tcW w:w="2264" w:type="dxa"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Изготовление, приобретение, распространение в электронных и печатных СМИ информационно- пропагандистских материалов по</w:t>
            </w:r>
          </w:p>
        </w:tc>
        <w:tc>
          <w:tcPr>
            <w:tcW w:w="1430" w:type="dxa"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Минпечати Рязанской области</w:t>
            </w:r>
            <w:hyperlink w:anchor="P1080" w:history="1">
              <w:r w:rsidRPr="00720CD1">
                <w:rPr>
                  <w:rFonts w:ascii="Times New Roman" w:hAnsi="Times New Roman"/>
                  <w:spacing w:val="-2"/>
                  <w:sz w:val="22"/>
                  <w:szCs w:val="22"/>
                </w:rPr>
                <w:t>**</w:t>
              </w:r>
            </w:hyperlink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,</w:t>
            </w:r>
          </w:p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министерст-во по делам территорий и информа-ционной</w:t>
            </w:r>
          </w:p>
        </w:tc>
        <w:tc>
          <w:tcPr>
            <w:tcW w:w="1477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Минпечати Рязанской области</w:t>
            </w:r>
            <w:hyperlink w:anchor="P1080" w:history="1">
              <w:r w:rsidRPr="00720CD1">
                <w:rPr>
                  <w:rFonts w:ascii="Times New Roman" w:hAnsi="Times New Roman"/>
                  <w:spacing w:val="-2"/>
                  <w:sz w:val="22"/>
                  <w:szCs w:val="22"/>
                </w:rPr>
                <w:t>**</w:t>
              </w:r>
            </w:hyperlink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,</w:t>
            </w:r>
          </w:p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министерст-во по делам территорий и информа-ционной</w:t>
            </w:r>
          </w:p>
        </w:tc>
        <w:tc>
          <w:tcPr>
            <w:tcW w:w="1225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областной </w:t>
            </w:r>
          </w:p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бюджет</w:t>
            </w: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478,00</w:t>
            </w: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100,00</w:t>
            </w: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90,00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72,00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72,00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720CD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72,00</w:t>
            </w: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72,00</w:t>
            </w:r>
          </w:p>
        </w:tc>
        <w:tc>
          <w:tcPr>
            <w:tcW w:w="2151" w:type="dxa"/>
            <w:vMerge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0CD1" w:rsidRPr="00720CD1" w:rsidTr="00870B9C">
        <w:trPr>
          <w:cantSplit/>
          <w:trHeight w:val="70"/>
        </w:trPr>
        <w:tc>
          <w:tcPr>
            <w:tcW w:w="51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64" w:type="dxa"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вопросам противодействия экстремистским и террористическим проявлениям, формирования норм законопослушного поведения</w:t>
            </w:r>
          </w:p>
        </w:tc>
        <w:tc>
          <w:tcPr>
            <w:tcW w:w="1430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политике Рязанской области</w:t>
            </w:r>
          </w:p>
        </w:tc>
        <w:tc>
          <w:tcPr>
            <w:tcW w:w="1477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политике Рязанской области</w:t>
            </w:r>
          </w:p>
        </w:tc>
        <w:tc>
          <w:tcPr>
            <w:tcW w:w="1225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51" w:type="dxa"/>
            <w:vMerge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0CD1" w:rsidRPr="00720CD1" w:rsidTr="00870B9C">
        <w:trPr>
          <w:cantSplit/>
          <w:trHeight w:val="1215"/>
        </w:trPr>
        <w:tc>
          <w:tcPr>
            <w:tcW w:w="516" w:type="dxa"/>
            <w:vMerge w:val="restart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2.2</w:t>
            </w:r>
          </w:p>
        </w:tc>
        <w:tc>
          <w:tcPr>
            <w:tcW w:w="2264" w:type="dxa"/>
            <w:vMerge w:val="restart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Организационное и материально-техническое обеспечение деятельности антитеррористической комиссии Рязанской области</w:t>
            </w:r>
          </w:p>
        </w:tc>
        <w:tc>
          <w:tcPr>
            <w:tcW w:w="1430" w:type="dxa"/>
            <w:vMerge w:val="restart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01.01.2018 - 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477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МРБК Рязанской области, с 01.01.2018 -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ГУ ВФТОРО</w:t>
            </w:r>
          </w:p>
        </w:tc>
        <w:tc>
          <w:tcPr>
            <w:tcW w:w="1225" w:type="dxa"/>
            <w:vMerge w:val="restart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областной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2894,00088</w:t>
            </w: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1400,00</w:t>
            </w: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1260,00088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14,00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220,00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720CD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2151" w:type="dxa"/>
            <w:vMerge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0CD1" w:rsidRPr="00720CD1" w:rsidTr="00870B9C">
        <w:trPr>
          <w:cantSplit/>
          <w:trHeight w:val="1084"/>
        </w:trPr>
        <w:tc>
          <w:tcPr>
            <w:tcW w:w="516" w:type="dxa"/>
            <w:vMerge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64" w:type="dxa"/>
            <w:vMerge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77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ГКУ РО</w:t>
            </w:r>
          </w:p>
        </w:tc>
        <w:tc>
          <w:tcPr>
            <w:tcW w:w="1225" w:type="dxa"/>
            <w:vMerge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1086,00</w:t>
            </w: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206,00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220,00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220,00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720CD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220,00</w:t>
            </w: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220,00</w:t>
            </w:r>
          </w:p>
        </w:tc>
        <w:tc>
          <w:tcPr>
            <w:tcW w:w="2151" w:type="dxa"/>
            <w:vMerge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0CD1" w:rsidRPr="00720CD1" w:rsidTr="00870B9C">
        <w:trPr>
          <w:cantSplit/>
          <w:trHeight w:val="1134"/>
        </w:trPr>
        <w:tc>
          <w:tcPr>
            <w:tcW w:w="516" w:type="dxa"/>
            <w:vMerge w:val="restart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2.3</w:t>
            </w:r>
          </w:p>
        </w:tc>
        <w:tc>
          <w:tcPr>
            <w:tcW w:w="2264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Обеспечение антитеррористической защищенности административных зданий органов государственной власти Рязанской области, занимаемых высшим должностным лицом Рязанской области,  подлежащих обязательной охране, 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430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МРБК Рязанской области, с 01.01.2018 -</w:t>
            </w:r>
          </w:p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477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01.01.2018 - </w:t>
            </w:r>
          </w:p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225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областной</w:t>
            </w:r>
          </w:p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17953,28804</w:t>
            </w: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6650,52012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11302,76792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720CD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2151" w:type="dxa"/>
            <w:vMerge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0CD1" w:rsidRPr="00720CD1" w:rsidTr="00870B9C">
        <w:trPr>
          <w:cantSplit/>
          <w:trHeight w:val="1389"/>
        </w:trPr>
        <w:tc>
          <w:tcPr>
            <w:tcW w:w="516" w:type="dxa"/>
            <w:vMerge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64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полицией</w:t>
            </w:r>
          </w:p>
        </w:tc>
        <w:tc>
          <w:tcPr>
            <w:tcW w:w="1430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77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25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17953,28804</w:t>
            </w: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6650,52012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11302,76792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720CD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2151" w:type="dxa"/>
            <w:vMerge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0CD1" w:rsidRPr="00720CD1" w:rsidTr="00870B9C">
        <w:trPr>
          <w:cantSplit/>
          <w:trHeight w:val="754"/>
        </w:trPr>
        <w:tc>
          <w:tcPr>
            <w:tcW w:w="51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64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Задача 3. Профилактика коррупционных</w:t>
            </w:r>
          </w:p>
        </w:tc>
        <w:tc>
          <w:tcPr>
            <w:tcW w:w="1430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77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25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485,00</w:t>
            </w: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97,00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97,00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97,00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97,00</w:t>
            </w: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97,00</w:t>
            </w:r>
          </w:p>
        </w:tc>
        <w:tc>
          <w:tcPr>
            <w:tcW w:w="2151" w:type="dxa"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не менее 5 мониторингов</w:t>
            </w:r>
          </w:p>
        </w:tc>
      </w:tr>
      <w:tr w:rsidR="00720CD1" w:rsidRPr="00720CD1" w:rsidTr="00870B9C">
        <w:trPr>
          <w:cantSplit/>
          <w:trHeight w:val="474"/>
        </w:trPr>
        <w:tc>
          <w:tcPr>
            <w:tcW w:w="51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64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правонарушений, 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430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77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25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51" w:type="dxa"/>
            <w:vMerge w:val="restart"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общественного мнения по вопросам</w:t>
            </w:r>
          </w:p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проведения коррупции </w:t>
            </w:r>
          </w:p>
        </w:tc>
      </w:tr>
      <w:tr w:rsidR="00720CD1" w:rsidRPr="00720CD1" w:rsidTr="00870B9C">
        <w:trPr>
          <w:cantSplit/>
          <w:trHeight w:val="1134"/>
        </w:trPr>
        <w:tc>
          <w:tcPr>
            <w:tcW w:w="51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3.1</w:t>
            </w:r>
          </w:p>
        </w:tc>
        <w:tc>
          <w:tcPr>
            <w:tcW w:w="2264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социологических исследований для оценки уровня коррупции в Рязанской области</w:t>
            </w:r>
          </w:p>
        </w:tc>
        <w:tc>
          <w:tcPr>
            <w:tcW w:w="1430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ГУ КПК 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Рязанской области</w:t>
            </w:r>
          </w:p>
        </w:tc>
        <w:tc>
          <w:tcPr>
            <w:tcW w:w="1477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ГУ КПК 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Рязанской области</w:t>
            </w:r>
          </w:p>
        </w:tc>
        <w:tc>
          <w:tcPr>
            <w:tcW w:w="1225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областной</w:t>
            </w:r>
          </w:p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485,00</w:t>
            </w: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97,00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97,00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97,00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720CD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97,00</w:t>
            </w: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97,00</w:t>
            </w:r>
          </w:p>
        </w:tc>
        <w:tc>
          <w:tcPr>
            <w:tcW w:w="2151" w:type="dxa"/>
            <w:vMerge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0CD1" w:rsidRPr="00720CD1" w:rsidTr="00870B9C">
        <w:trPr>
          <w:cantSplit/>
          <w:trHeight w:val="1134"/>
        </w:trPr>
        <w:tc>
          <w:tcPr>
            <w:tcW w:w="51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64" w:type="dxa"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Задача 4. Осуществление полномочий по составлению протоколов об административных правонарушениях, посягающих на общественный порядок, в том числе: </w:t>
            </w:r>
          </w:p>
        </w:tc>
        <w:tc>
          <w:tcPr>
            <w:tcW w:w="1430" w:type="dxa"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77" w:type="dxa"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25" w:type="dxa"/>
          </w:tcPr>
          <w:p w:rsidR="00720CD1" w:rsidRPr="00720CD1" w:rsidRDefault="00720CD1" w:rsidP="00C71E67">
            <w:pPr>
              <w:spacing w:line="21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2272,31</w:t>
            </w: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2272,31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2151" w:type="dxa"/>
            <w:vMerge w:val="restart"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составление протоколов об административных правонарушениях, пресеченных сотрудниками полиции, не менее 1000 единиц</w:t>
            </w:r>
          </w:p>
        </w:tc>
      </w:tr>
      <w:tr w:rsidR="00720CD1" w:rsidRPr="00720CD1" w:rsidTr="00870B9C">
        <w:trPr>
          <w:cantSplit/>
          <w:trHeight w:val="1134"/>
        </w:trPr>
        <w:tc>
          <w:tcPr>
            <w:tcW w:w="51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4.1</w:t>
            </w:r>
          </w:p>
        </w:tc>
        <w:tc>
          <w:tcPr>
            <w:tcW w:w="2264" w:type="dxa"/>
          </w:tcPr>
          <w:p w:rsidR="00720CD1" w:rsidRPr="00720CD1" w:rsidRDefault="00720CD1" w:rsidP="00C71E67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 </w:t>
            </w:r>
          </w:p>
        </w:tc>
        <w:tc>
          <w:tcPr>
            <w:tcW w:w="1430" w:type="dxa"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477" w:type="dxa"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225" w:type="dxa"/>
          </w:tcPr>
          <w:p w:rsidR="00720CD1" w:rsidRPr="00720CD1" w:rsidRDefault="00720CD1" w:rsidP="00C71E6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областной</w:t>
            </w:r>
          </w:p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бюджет</w:t>
            </w: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2272,31</w:t>
            </w: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2272,31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2151" w:type="dxa"/>
            <w:vMerge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0CD1" w:rsidRPr="00720CD1" w:rsidTr="00870B9C">
        <w:trPr>
          <w:cantSplit/>
          <w:trHeight w:val="1407"/>
        </w:trPr>
        <w:tc>
          <w:tcPr>
            <w:tcW w:w="516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64" w:type="dxa"/>
          </w:tcPr>
          <w:p w:rsidR="00720CD1" w:rsidRPr="00720CD1" w:rsidRDefault="00720CD1" w:rsidP="00C71E67">
            <w:pPr>
              <w:spacing w:line="21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Итого</w:t>
            </w:r>
          </w:p>
        </w:tc>
        <w:tc>
          <w:tcPr>
            <w:tcW w:w="1430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77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25" w:type="dxa"/>
          </w:tcPr>
          <w:p w:rsidR="00720CD1" w:rsidRPr="00720CD1" w:rsidRDefault="00720CD1" w:rsidP="00C71E67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64190,29892</w:t>
            </w:r>
          </w:p>
        </w:tc>
        <w:tc>
          <w:tcPr>
            <w:tcW w:w="567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6650,00</w:t>
            </w:r>
          </w:p>
        </w:tc>
        <w:tc>
          <w:tcPr>
            <w:tcW w:w="610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13170,221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16247,76792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5042,00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7474,31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5202,00</w:t>
            </w:r>
          </w:p>
        </w:tc>
        <w:tc>
          <w:tcPr>
            <w:tcW w:w="566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5202,00</w:t>
            </w:r>
          </w:p>
        </w:tc>
        <w:tc>
          <w:tcPr>
            <w:tcW w:w="503" w:type="dxa"/>
            <w:textDirection w:val="btLr"/>
            <w:vAlign w:val="center"/>
          </w:tcPr>
          <w:p w:rsidR="00720CD1" w:rsidRPr="00720CD1" w:rsidRDefault="00720CD1" w:rsidP="00C71E67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20CD1">
              <w:rPr>
                <w:rFonts w:ascii="Times New Roman" w:hAnsi="Times New Roman"/>
                <w:spacing w:val="-2"/>
                <w:sz w:val="22"/>
                <w:szCs w:val="22"/>
              </w:rPr>
              <w:t>5202,00</w:t>
            </w:r>
          </w:p>
        </w:tc>
        <w:tc>
          <w:tcPr>
            <w:tcW w:w="2151" w:type="dxa"/>
          </w:tcPr>
          <w:p w:rsidR="00720CD1" w:rsidRPr="00720CD1" w:rsidRDefault="00720CD1" w:rsidP="00C71E6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720CD1" w:rsidRPr="00720CD1" w:rsidRDefault="00720CD1" w:rsidP="00720CD1">
      <w:pPr>
        <w:spacing w:line="192" w:lineRule="auto"/>
        <w:rPr>
          <w:rFonts w:ascii="Times New Roman" w:hAnsi="Times New Roman"/>
          <w:sz w:val="24"/>
          <w:szCs w:val="24"/>
        </w:rPr>
      </w:pPr>
      <w:r w:rsidRPr="00720CD1">
        <w:rPr>
          <w:rFonts w:ascii="Times New Roman" w:hAnsi="Times New Roman"/>
          <w:sz w:val="24"/>
          <w:szCs w:val="24"/>
        </w:rPr>
        <w:t>* До реорганизации в министерство труда и социальной защиты населения Рязанской области.</w:t>
      </w:r>
    </w:p>
    <w:p w:rsidR="00720CD1" w:rsidRPr="00720CD1" w:rsidRDefault="00720CD1" w:rsidP="00720CD1">
      <w:pPr>
        <w:spacing w:line="233" w:lineRule="auto"/>
        <w:rPr>
          <w:rFonts w:ascii="Times New Roman" w:hAnsi="Times New Roman"/>
          <w:sz w:val="24"/>
          <w:szCs w:val="24"/>
        </w:rPr>
      </w:pPr>
      <w:r w:rsidRPr="00720CD1">
        <w:rPr>
          <w:rFonts w:ascii="Times New Roman" w:hAnsi="Times New Roman"/>
          <w:sz w:val="24"/>
          <w:szCs w:val="24"/>
        </w:rPr>
        <w:t>** До переименования в министерство по делам территорий и информационной политике Рязанской области.».</w:t>
      </w:r>
    </w:p>
    <w:p w:rsidR="00720CD1" w:rsidRPr="00720CD1" w:rsidRDefault="00720CD1" w:rsidP="00720CD1">
      <w:pPr>
        <w:spacing w:line="192" w:lineRule="auto"/>
        <w:rPr>
          <w:rFonts w:ascii="Times New Roman" w:hAnsi="Times New Roman"/>
          <w:sz w:val="28"/>
          <w:szCs w:val="28"/>
        </w:rPr>
      </w:pPr>
    </w:p>
    <w:sectPr w:rsidR="00720CD1" w:rsidRPr="00720CD1" w:rsidSect="00A32A42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F62" w:rsidRDefault="00C91F62">
      <w:r>
        <w:separator/>
      </w:r>
    </w:p>
  </w:endnote>
  <w:endnote w:type="continuationSeparator" w:id="0">
    <w:p w:rsidR="00C91F62" w:rsidRDefault="00C91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720CD1">
          <w:pPr>
            <w:pStyle w:val="a6"/>
          </w:pPr>
          <w:r>
            <w:rPr>
              <w:noProof/>
            </w:rPr>
            <w:drawing>
              <wp:inline distT="0" distB="0" distL="0" distR="0" wp14:anchorId="3FA5E985" wp14:editId="5AFC6C54">
                <wp:extent cx="662305" cy="288290"/>
                <wp:effectExtent l="0" t="0" r="4445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3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720CD1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0D4CAA1" wp14:editId="1E6E3C7C">
                <wp:extent cx="172720" cy="144145"/>
                <wp:effectExtent l="0" t="0" r="0" b="825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A32A42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7163  30.10.2019 11:25:14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F62" w:rsidRDefault="00C91F62">
      <w:r>
        <w:separator/>
      </w:r>
    </w:p>
  </w:footnote>
  <w:footnote w:type="continuationSeparator" w:id="0">
    <w:p w:rsidR="00C91F62" w:rsidRDefault="00C91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A32A42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7pt;height:11.3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EStBMY0fE8SzJS8nqI63zC9B8oY=" w:salt="+QyS2lro4a3UcnnEgnDmug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CD1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22CFD"/>
    <w:rsid w:val="00151370"/>
    <w:rsid w:val="00162774"/>
    <w:rsid w:val="00162E72"/>
    <w:rsid w:val="00175BE5"/>
    <w:rsid w:val="001850F4"/>
    <w:rsid w:val="00190FF9"/>
    <w:rsid w:val="001947BE"/>
    <w:rsid w:val="001A1CA4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60A40"/>
    <w:rsid w:val="003870C2"/>
    <w:rsid w:val="003D3B8A"/>
    <w:rsid w:val="003D3E42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D2DA0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F328B"/>
    <w:rsid w:val="006F5886"/>
    <w:rsid w:val="00707734"/>
    <w:rsid w:val="00707E19"/>
    <w:rsid w:val="00712F7C"/>
    <w:rsid w:val="00720CD1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32A42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71E67"/>
    <w:rsid w:val="00C87D95"/>
    <w:rsid w:val="00C9077A"/>
    <w:rsid w:val="00C91F62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14</TotalTime>
  <Pages>6</Pages>
  <Words>963</Words>
  <Characters>6783</Characters>
  <Application>Microsoft Office Word</Application>
  <DocSecurity>0</DocSecurity>
  <Lines>847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Лёксина М.А.</dc:creator>
  <cp:lastModifiedBy>Дягилева М.А.</cp:lastModifiedBy>
  <cp:revision>5</cp:revision>
  <cp:lastPrinted>2008-04-23T08:17:00Z</cp:lastPrinted>
  <dcterms:created xsi:type="dcterms:W3CDTF">2019-10-25T06:17:00Z</dcterms:created>
  <dcterms:modified xsi:type="dcterms:W3CDTF">2019-10-30T08:25:00Z</dcterms:modified>
</cp:coreProperties>
</file>